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BA" w:rsidRDefault="00492EBA">
      <w:r w:rsidRPr="00A45C8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www.hkola-2.hohrono.ru/wp-content/uploads/2016/09/%D0%B1%D1%83%D0%BA%D0%BB%D0%B5%D1%82-%D0%98%D0%BD%D1%82%D0%B5%D1%80%D0%BD%D0%B5%D1%82-%D0%B1%D0%B5%D0%B7%D0%BE%D0%BF%D0%B0%D1%81%D0%BD%D0%BE%D1%81%D1%82%D1%8C.jpg" style="width:753pt;height:545.25pt;visibility:visible">
            <v:imagedata r:id="rId4" o:title=""/>
          </v:shape>
        </w:pict>
      </w:r>
      <w:bookmarkStart w:id="0" w:name="_GoBack"/>
      <w:bookmarkEnd w:id="0"/>
    </w:p>
    <w:sectPr w:rsidR="00492EBA" w:rsidSect="007D6D3E">
      <w:pgSz w:w="16838" w:h="11906" w:orient="landscape"/>
      <w:pgMar w:top="540" w:right="638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F2A"/>
    <w:rsid w:val="00220496"/>
    <w:rsid w:val="00492EBA"/>
    <w:rsid w:val="00794F2A"/>
    <w:rsid w:val="007D6D3E"/>
    <w:rsid w:val="00935671"/>
    <w:rsid w:val="00A45C84"/>
    <w:rsid w:val="00AB4589"/>
    <w:rsid w:val="00AF1BC9"/>
    <w:rsid w:val="00B17ABA"/>
    <w:rsid w:val="00BD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58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1</cp:lastModifiedBy>
  <cp:revision>3</cp:revision>
  <dcterms:created xsi:type="dcterms:W3CDTF">2016-10-18T18:58:00Z</dcterms:created>
  <dcterms:modified xsi:type="dcterms:W3CDTF">2016-10-21T05:07:00Z</dcterms:modified>
</cp:coreProperties>
</file>